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1F697" w14:textId="6EB57608" w:rsidR="009917F2" w:rsidRDefault="00277074" w:rsidP="009F7CFF">
      <w:pPr>
        <w:jc w:val="both"/>
      </w:pPr>
      <w:r>
        <w:t xml:space="preserve">Igor </w:t>
      </w:r>
      <w:proofErr w:type="spellStart"/>
      <w:r>
        <w:t>Taro</w:t>
      </w:r>
      <w:proofErr w:type="spellEnd"/>
      <w:r w:rsidR="007724C3">
        <w:t xml:space="preserve">                                                                                              </w:t>
      </w:r>
      <w:r w:rsidR="009917F2">
        <w:t xml:space="preserve">                      </w:t>
      </w:r>
      <w:r w:rsidR="007724C3">
        <w:t xml:space="preserve"> </w:t>
      </w:r>
    </w:p>
    <w:p w14:paraId="0C1E2D58" w14:textId="6F8CB89A" w:rsidR="009917F2" w:rsidRDefault="00277074" w:rsidP="009F7CFF">
      <w:pPr>
        <w:jc w:val="both"/>
      </w:pPr>
      <w:r>
        <w:t>Siseminister</w:t>
      </w:r>
      <w:r w:rsidR="009917F2">
        <w:t xml:space="preserve">                                                                                                    </w:t>
      </w:r>
    </w:p>
    <w:p w14:paraId="28C5B73A" w14:textId="77777777" w:rsidR="009917F2" w:rsidRDefault="009917F2" w:rsidP="009F7CFF">
      <w:pPr>
        <w:jc w:val="both"/>
      </w:pPr>
    </w:p>
    <w:p w14:paraId="57461AFD" w14:textId="70F208BA" w:rsidR="00671C73" w:rsidRDefault="009917F2" w:rsidP="00671C73">
      <w:pPr>
        <w:jc w:val="both"/>
        <w:rPr>
          <w:szCs w:val="22"/>
        </w:rPr>
      </w:pPr>
      <w:r>
        <w:t xml:space="preserve">                                                                                                                                    </w:t>
      </w:r>
      <w:r w:rsidR="00D32953">
        <w:t xml:space="preserve"> </w:t>
      </w:r>
      <w:r w:rsidR="00AE01D9">
        <w:t xml:space="preserve"> </w:t>
      </w:r>
      <w:r w:rsidR="00412D83">
        <w:t xml:space="preserve">  </w:t>
      </w:r>
      <w:r w:rsidR="00B43E5D">
        <w:t>.</w:t>
      </w:r>
      <w:r w:rsidR="005923F2">
        <w:t>02</w:t>
      </w:r>
      <w:r w:rsidR="00B43E5D">
        <w:t>.202</w:t>
      </w:r>
      <w:r w:rsidR="005923F2">
        <w:t>6</w:t>
      </w:r>
    </w:p>
    <w:p w14:paraId="0F5DD695" w14:textId="77777777" w:rsidR="001F4A48" w:rsidRPr="001F4A48" w:rsidRDefault="001F4A48" w:rsidP="00671C73">
      <w:pPr>
        <w:jc w:val="both"/>
        <w:rPr>
          <w:szCs w:val="22"/>
        </w:rPr>
      </w:pPr>
    </w:p>
    <w:p w14:paraId="33826AAC" w14:textId="77777777" w:rsidR="00EE0747" w:rsidRDefault="00EE0747" w:rsidP="009917F2">
      <w:pPr>
        <w:jc w:val="both"/>
        <w:rPr>
          <w:b/>
          <w:szCs w:val="24"/>
        </w:rPr>
      </w:pPr>
    </w:p>
    <w:p w14:paraId="2B19EAFD" w14:textId="1FC31228" w:rsidR="00341072" w:rsidRPr="00341072" w:rsidRDefault="0082071B" w:rsidP="00341072">
      <w:pPr>
        <w:spacing w:after="0"/>
        <w:jc w:val="both"/>
        <w:rPr>
          <w:b/>
          <w:bCs/>
          <w:szCs w:val="24"/>
        </w:rPr>
      </w:pPr>
      <w:r>
        <w:rPr>
          <w:b/>
          <w:bCs/>
          <w:szCs w:val="24"/>
        </w:rPr>
        <w:t xml:space="preserve">Kirjalik </w:t>
      </w:r>
      <w:proofErr w:type="spellStart"/>
      <w:r w:rsidR="00277074" w:rsidRPr="00277074">
        <w:rPr>
          <w:b/>
          <w:bCs/>
          <w:szCs w:val="24"/>
        </w:rPr>
        <w:t>Jeffrey</w:t>
      </w:r>
      <w:proofErr w:type="spellEnd"/>
      <w:r w:rsidR="00277074" w:rsidRPr="00277074">
        <w:rPr>
          <w:b/>
          <w:bCs/>
          <w:szCs w:val="24"/>
        </w:rPr>
        <w:t xml:space="preserve"> </w:t>
      </w:r>
      <w:proofErr w:type="spellStart"/>
      <w:r w:rsidR="00277074" w:rsidRPr="00277074">
        <w:rPr>
          <w:b/>
          <w:bCs/>
          <w:szCs w:val="24"/>
        </w:rPr>
        <w:t>Epsteini</w:t>
      </w:r>
      <w:proofErr w:type="spellEnd"/>
      <w:r w:rsidR="00277074" w:rsidRPr="00277074">
        <w:rPr>
          <w:b/>
          <w:bCs/>
          <w:szCs w:val="24"/>
        </w:rPr>
        <w:t xml:space="preserve"> toimikute avalikustamise</w:t>
      </w:r>
      <w:r w:rsidR="00277074">
        <w:rPr>
          <w:b/>
          <w:bCs/>
          <w:szCs w:val="24"/>
        </w:rPr>
        <w:t xml:space="preserve"> </w:t>
      </w:r>
      <w:r w:rsidR="00AE01D9">
        <w:rPr>
          <w:b/>
          <w:bCs/>
          <w:szCs w:val="24"/>
        </w:rPr>
        <w:t>kohta</w:t>
      </w:r>
    </w:p>
    <w:p w14:paraId="29F65CC3" w14:textId="77777777" w:rsidR="009917F2" w:rsidRPr="00341072" w:rsidRDefault="009917F2" w:rsidP="00F841CB">
      <w:pPr>
        <w:spacing w:after="0"/>
        <w:jc w:val="both"/>
        <w:rPr>
          <w:szCs w:val="24"/>
        </w:rPr>
      </w:pPr>
    </w:p>
    <w:p w14:paraId="0326E03A" w14:textId="77777777" w:rsidR="00EE0747" w:rsidRDefault="00EE0747" w:rsidP="00F841CB">
      <w:pPr>
        <w:spacing w:after="0"/>
        <w:jc w:val="both"/>
        <w:rPr>
          <w:szCs w:val="24"/>
        </w:rPr>
      </w:pPr>
    </w:p>
    <w:p w14:paraId="4C2BC044" w14:textId="4AD51806" w:rsidR="008044FA" w:rsidRDefault="008044FA" w:rsidP="008A7CEE">
      <w:pPr>
        <w:spacing w:after="0"/>
        <w:jc w:val="both"/>
        <w:rPr>
          <w:szCs w:val="24"/>
        </w:rPr>
      </w:pPr>
      <w:r w:rsidRPr="005923F2">
        <w:rPr>
          <w:szCs w:val="24"/>
        </w:rPr>
        <w:t xml:space="preserve">Austatud </w:t>
      </w:r>
      <w:r w:rsidR="00277074">
        <w:rPr>
          <w:szCs w:val="24"/>
        </w:rPr>
        <w:t>siseminister</w:t>
      </w:r>
    </w:p>
    <w:p w14:paraId="03FD90CA" w14:textId="77777777" w:rsidR="008A7CEE" w:rsidRPr="005923F2" w:rsidRDefault="008A7CEE" w:rsidP="008A7CEE">
      <w:pPr>
        <w:spacing w:after="0"/>
        <w:jc w:val="both"/>
        <w:rPr>
          <w:szCs w:val="24"/>
        </w:rPr>
      </w:pPr>
    </w:p>
    <w:p w14:paraId="26211678" w14:textId="77777777" w:rsidR="005923F2" w:rsidRPr="005923F2" w:rsidRDefault="005923F2" w:rsidP="008A7CEE">
      <w:pPr>
        <w:pStyle w:val="Normaallaadveeb"/>
        <w:spacing w:before="0" w:beforeAutospacing="0" w:after="180" w:afterAutospacing="0"/>
        <w:jc w:val="both"/>
        <w:rPr>
          <w:rFonts w:ascii="Times New Roman" w:hAnsi="Times New Roman" w:cs="Times New Roman"/>
        </w:rPr>
      </w:pPr>
    </w:p>
    <w:p w14:paraId="2CCDEC51" w14:textId="2A13807F" w:rsidR="00277074" w:rsidRDefault="00277074" w:rsidP="008A7CEE">
      <w:pPr>
        <w:spacing w:after="0"/>
        <w:jc w:val="both"/>
      </w:pPr>
      <w:r>
        <w:t xml:space="preserve">Viimastel kuudel avalikuks tulnud </w:t>
      </w:r>
      <w:proofErr w:type="spellStart"/>
      <w:r>
        <w:t>Jeffrey</w:t>
      </w:r>
      <w:proofErr w:type="spellEnd"/>
      <w:r>
        <w:t xml:space="preserve"> </w:t>
      </w:r>
      <w:proofErr w:type="spellStart"/>
      <w:r>
        <w:t>Epsteini</w:t>
      </w:r>
      <w:proofErr w:type="spellEnd"/>
      <w:r>
        <w:t xml:space="preserve"> toimikud on põhjustanud ülemaailmset šokki. Dokumentidest joonistub välja süstemaatiline </w:t>
      </w:r>
      <w:r>
        <w:t>ning</w:t>
      </w:r>
      <w:r>
        <w:t xml:space="preserve"> jõhker laste ja naiste ärakasutamine ning võimalik rahvusvaheline inimkaubanduse ja mõjuvõrgustike süsteem. Avalikustatud materjalides esinevad avaliku elu tegelaste nimed erinevatest riikidest, mistõttu on mitmed riigid alustanud täiendavaid uurimisi, et selgitada välja võimalikud seosed, kuriteod ning julgeolekuriskid.</w:t>
      </w:r>
    </w:p>
    <w:p w14:paraId="07E8B133" w14:textId="77777777" w:rsidR="00277074" w:rsidRDefault="00277074" w:rsidP="00277074">
      <w:pPr>
        <w:spacing w:after="0"/>
        <w:jc w:val="both"/>
        <w:rPr>
          <w:szCs w:val="22"/>
        </w:rPr>
      </w:pPr>
    </w:p>
    <w:p w14:paraId="72EF9FC9" w14:textId="33F2F234" w:rsidR="00277074" w:rsidRDefault="00277074" w:rsidP="00277074">
      <w:pPr>
        <w:spacing w:after="0"/>
        <w:jc w:val="both"/>
      </w:pPr>
      <w:r>
        <w:t xml:space="preserve">Ka Eesti on nimetatud riigina, kust võis </w:t>
      </w:r>
      <w:proofErr w:type="spellStart"/>
      <w:r>
        <w:t>Jeffrey</w:t>
      </w:r>
      <w:proofErr w:type="spellEnd"/>
      <w:r>
        <w:t xml:space="preserve"> </w:t>
      </w:r>
      <w:proofErr w:type="spellStart"/>
      <w:r>
        <w:t>Epsteinile</w:t>
      </w:r>
      <w:proofErr w:type="spellEnd"/>
      <w:r>
        <w:t xml:space="preserve"> leida võimalikke ohvreid. Lisaks on Kaitsepolitseiameti endine peadirektor Arnold Sinisalu juhtinud tähelepanu vajadusele uurida, kas Eestis võib olla isikuid, kes on nimetatud dokumentide tõttu potentsiaalselt šantažeeritavad, mis omakorda kujutab endast ohtu riigi julgeolekule.</w:t>
      </w:r>
    </w:p>
    <w:p w14:paraId="0DD455B6" w14:textId="77777777" w:rsidR="00277074" w:rsidRDefault="00277074" w:rsidP="00277074">
      <w:pPr>
        <w:spacing w:after="0"/>
        <w:jc w:val="both"/>
      </w:pPr>
    </w:p>
    <w:p w14:paraId="6DD1E358" w14:textId="622A1A5F" w:rsidR="00277074" w:rsidRDefault="00277074" w:rsidP="00277074">
      <w:pPr>
        <w:jc w:val="both"/>
      </w:pPr>
      <w:r>
        <w:t xml:space="preserve">Arvestades teema äärmist tõsidust, avalikku huvi ning võimalikke julgeolekumõjusid, </w:t>
      </w:r>
      <w:r>
        <w:t xml:space="preserve">siis </w:t>
      </w:r>
      <w:r>
        <w:t xml:space="preserve">on oluline, et käsitleksime seda küsimust läbipaistvalt, süsteemselt ja otsustavalt. </w:t>
      </w:r>
      <w:r>
        <w:t xml:space="preserve">On äärmiselt </w:t>
      </w:r>
      <w:r>
        <w:t>oluli</w:t>
      </w:r>
      <w:r>
        <w:t>ne</w:t>
      </w:r>
      <w:r>
        <w:t>, et Eesti riik näitaks üles selget poliitilist tahet kaitsta inimõigusi, ohvreid ning riigi julgeolekut.</w:t>
      </w:r>
    </w:p>
    <w:p w14:paraId="483A6C04" w14:textId="77777777" w:rsidR="005923F2" w:rsidRPr="005923F2" w:rsidRDefault="005923F2" w:rsidP="005923F2">
      <w:pPr>
        <w:pStyle w:val="Normaallaadveeb"/>
        <w:spacing w:before="0" w:beforeAutospacing="0" w:after="0" w:afterAutospacing="0"/>
        <w:jc w:val="both"/>
      </w:pPr>
    </w:p>
    <w:p w14:paraId="68D659E0" w14:textId="044EA0FC" w:rsidR="005923F2" w:rsidRDefault="005923F2" w:rsidP="005923F2">
      <w:pPr>
        <w:spacing w:after="0"/>
        <w:jc w:val="both"/>
        <w:rPr>
          <w:szCs w:val="24"/>
        </w:rPr>
      </w:pPr>
      <w:r w:rsidRPr="005923F2">
        <w:rPr>
          <w:color w:val="0E0E0E"/>
          <w:szCs w:val="24"/>
          <w:lang w:eastAsia="en-GB"/>
        </w:rPr>
        <w:t xml:space="preserve">Tulenevalt eeltoodust palun Teilt </w:t>
      </w:r>
      <w:r w:rsidRPr="005923F2">
        <w:rPr>
          <w:szCs w:val="24"/>
        </w:rPr>
        <w:t>vastuseid Riigikogu kodu- ja töökorra seaduse § 147 alusel järgmistele küsimustele:</w:t>
      </w:r>
    </w:p>
    <w:p w14:paraId="48728CA5" w14:textId="77777777" w:rsidR="005923F2" w:rsidRPr="005923F2" w:rsidRDefault="005923F2" w:rsidP="005923F2">
      <w:pPr>
        <w:spacing w:after="0"/>
        <w:jc w:val="both"/>
        <w:rPr>
          <w:szCs w:val="24"/>
        </w:rPr>
      </w:pPr>
    </w:p>
    <w:p w14:paraId="639D6B1E" w14:textId="2B4D3A3F" w:rsidR="00277074" w:rsidRPr="00277074" w:rsidRDefault="00277074" w:rsidP="00277074">
      <w:pPr>
        <w:numPr>
          <w:ilvl w:val="0"/>
          <w:numId w:val="16"/>
        </w:numPr>
        <w:spacing w:after="0"/>
        <w:rPr>
          <w:rFonts w:eastAsia="Times New Roman"/>
          <w:szCs w:val="22"/>
        </w:rPr>
      </w:pPr>
      <w:r w:rsidRPr="00277074">
        <w:rPr>
          <w:rFonts w:eastAsia="Times New Roman"/>
        </w:rPr>
        <w:t xml:space="preserve">Kas Eesti julgeoleku- ja õiguskaitseasutused (sh KAPO ja prokuratuur) töötavad läbi avalikustatud </w:t>
      </w:r>
      <w:proofErr w:type="spellStart"/>
      <w:r w:rsidRPr="00277074">
        <w:rPr>
          <w:rFonts w:eastAsia="Times New Roman"/>
        </w:rPr>
        <w:t>Jeffrey</w:t>
      </w:r>
      <w:proofErr w:type="spellEnd"/>
      <w:r w:rsidRPr="00277074">
        <w:rPr>
          <w:rFonts w:eastAsia="Times New Roman"/>
        </w:rPr>
        <w:t xml:space="preserve"> </w:t>
      </w:r>
      <w:proofErr w:type="spellStart"/>
      <w:r w:rsidRPr="00277074">
        <w:rPr>
          <w:rFonts w:eastAsia="Times New Roman"/>
        </w:rPr>
        <w:t>Epsteini</w:t>
      </w:r>
      <w:proofErr w:type="spellEnd"/>
      <w:r w:rsidRPr="00277074">
        <w:rPr>
          <w:rFonts w:eastAsia="Times New Roman"/>
        </w:rPr>
        <w:t xml:space="preserve"> toimikuid ja nendes sisalduvat teavet, mis võib puudutada Eestit või Eesti kodanikke?</w:t>
      </w:r>
      <w:r w:rsidRPr="00277074">
        <w:rPr>
          <w:rFonts w:eastAsia="Times New Roman"/>
        </w:rPr>
        <w:t xml:space="preserve"> </w:t>
      </w:r>
      <w:r w:rsidRPr="00277074">
        <w:rPr>
          <w:rFonts w:eastAsia="Times New Roman"/>
        </w:rPr>
        <w:t>Kui jah, siis millises mahus ja milliste asutuste koostöös?</w:t>
      </w:r>
    </w:p>
    <w:p w14:paraId="292347C6" w14:textId="77777777" w:rsidR="00277074" w:rsidRPr="00277074" w:rsidRDefault="00277074" w:rsidP="00277074">
      <w:pPr>
        <w:numPr>
          <w:ilvl w:val="0"/>
          <w:numId w:val="16"/>
        </w:numPr>
        <w:spacing w:after="0"/>
        <w:jc w:val="both"/>
        <w:rPr>
          <w:rFonts w:eastAsia="Times New Roman"/>
        </w:rPr>
      </w:pPr>
      <w:r w:rsidRPr="00277074">
        <w:rPr>
          <w:rFonts w:eastAsia="Times New Roman"/>
        </w:rPr>
        <w:t xml:space="preserve">Kas Eesti ametiasutused on seni tuvastanud võimaliku võrgustiku, üksikisikuid või muid seoseid, mis viitaksid Eesti seotusele </w:t>
      </w:r>
      <w:proofErr w:type="spellStart"/>
      <w:r w:rsidRPr="00277074">
        <w:rPr>
          <w:rFonts w:eastAsia="Times New Roman"/>
        </w:rPr>
        <w:t>Jeffrey</w:t>
      </w:r>
      <w:proofErr w:type="spellEnd"/>
      <w:r w:rsidRPr="00277074">
        <w:rPr>
          <w:rFonts w:eastAsia="Times New Roman"/>
        </w:rPr>
        <w:t xml:space="preserve"> </w:t>
      </w:r>
      <w:proofErr w:type="spellStart"/>
      <w:r w:rsidRPr="00277074">
        <w:rPr>
          <w:rFonts w:eastAsia="Times New Roman"/>
        </w:rPr>
        <w:t>Epsteini</w:t>
      </w:r>
      <w:proofErr w:type="spellEnd"/>
      <w:r w:rsidRPr="00277074">
        <w:rPr>
          <w:rFonts w:eastAsia="Times New Roman"/>
        </w:rPr>
        <w:t xml:space="preserve"> tegevuse, võimalike ohvrite värbamise või muu kuritegeliku tegevusega?</w:t>
      </w:r>
    </w:p>
    <w:p w14:paraId="498543A8" w14:textId="77777777" w:rsidR="00277074" w:rsidRDefault="00277074" w:rsidP="00277074">
      <w:pPr>
        <w:numPr>
          <w:ilvl w:val="0"/>
          <w:numId w:val="16"/>
        </w:numPr>
        <w:spacing w:after="0"/>
        <w:jc w:val="both"/>
        <w:rPr>
          <w:rFonts w:eastAsia="Times New Roman"/>
        </w:rPr>
      </w:pPr>
      <w:r w:rsidRPr="00277074">
        <w:rPr>
          <w:rFonts w:eastAsia="Times New Roman"/>
        </w:rPr>
        <w:t>Kas avalikustatud materjalidest on ilmnenud asjaolusid, mis annaksid aluse kriminaalmenetluse alustamiseks Eestis või rahvusvahelise õigusabi taotlemiseks?</w:t>
      </w:r>
      <w:r>
        <w:rPr>
          <w:rFonts w:eastAsia="Times New Roman"/>
        </w:rPr>
        <w:br/>
        <w:t>Kui jah, siis millised on olnud seni tehtud sammud?</w:t>
      </w:r>
    </w:p>
    <w:p w14:paraId="18815DDF" w14:textId="61F65373" w:rsidR="00277074" w:rsidRPr="00277074" w:rsidRDefault="00277074" w:rsidP="00277074">
      <w:pPr>
        <w:numPr>
          <w:ilvl w:val="0"/>
          <w:numId w:val="16"/>
        </w:numPr>
        <w:spacing w:after="0"/>
        <w:jc w:val="both"/>
        <w:rPr>
          <w:rFonts w:eastAsia="Times New Roman"/>
        </w:rPr>
      </w:pPr>
      <w:r w:rsidRPr="00277074">
        <w:rPr>
          <w:rFonts w:eastAsia="Times New Roman"/>
        </w:rPr>
        <w:lastRenderedPageBreak/>
        <w:t xml:space="preserve">Kas Eesti on pöördunud Ameerika Ühendriikide või teiste riikide poole täiendava informatsiooni saamiseks seoses </w:t>
      </w:r>
      <w:proofErr w:type="spellStart"/>
      <w:r w:rsidRPr="00277074">
        <w:rPr>
          <w:rFonts w:eastAsia="Times New Roman"/>
        </w:rPr>
        <w:t>Jeffrey</w:t>
      </w:r>
      <w:proofErr w:type="spellEnd"/>
      <w:r w:rsidRPr="00277074">
        <w:rPr>
          <w:rFonts w:eastAsia="Times New Roman"/>
        </w:rPr>
        <w:t xml:space="preserve"> </w:t>
      </w:r>
      <w:proofErr w:type="spellStart"/>
      <w:r w:rsidRPr="00277074">
        <w:rPr>
          <w:rFonts w:eastAsia="Times New Roman"/>
        </w:rPr>
        <w:t>Epsteini</w:t>
      </w:r>
      <w:proofErr w:type="spellEnd"/>
      <w:r w:rsidRPr="00277074">
        <w:rPr>
          <w:rFonts w:eastAsia="Times New Roman"/>
        </w:rPr>
        <w:t xml:space="preserve"> toimikutes avaldatud</w:t>
      </w:r>
      <w:r w:rsidRPr="00277074">
        <w:rPr>
          <w:rFonts w:eastAsia="Times New Roman"/>
        </w:rPr>
        <w:t xml:space="preserve"> </w:t>
      </w:r>
      <w:r w:rsidRPr="00277074">
        <w:rPr>
          <w:rFonts w:eastAsia="Times New Roman"/>
        </w:rPr>
        <w:t>andmetega, mis võivad puudutada Eestit?</w:t>
      </w:r>
      <w:r>
        <w:rPr>
          <w:rFonts w:eastAsia="Times New Roman"/>
        </w:rPr>
        <w:t xml:space="preserve"> </w:t>
      </w:r>
      <w:r w:rsidRPr="00277074">
        <w:rPr>
          <w:rFonts w:eastAsia="Times New Roman"/>
        </w:rPr>
        <w:t>Kui ei, siis miks mitte ning kas selline samm on kaalumisel?</w:t>
      </w:r>
    </w:p>
    <w:p w14:paraId="35FB05AF" w14:textId="77777777" w:rsidR="00277074" w:rsidRPr="00277074" w:rsidRDefault="00277074" w:rsidP="00277074">
      <w:pPr>
        <w:numPr>
          <w:ilvl w:val="0"/>
          <w:numId w:val="16"/>
        </w:numPr>
        <w:spacing w:after="0"/>
        <w:jc w:val="both"/>
        <w:rPr>
          <w:rFonts w:eastAsia="Times New Roman"/>
        </w:rPr>
      </w:pPr>
      <w:r w:rsidRPr="00277074">
        <w:rPr>
          <w:rFonts w:eastAsia="Times New Roman"/>
        </w:rPr>
        <w:t xml:space="preserve">Milliseid edasisi samme peab Vabariigi Valitsus vajalikuks, et hinnata ja maandada võimalikke julgeolekuriske, sealhulgas võimaliku </w:t>
      </w:r>
      <w:proofErr w:type="spellStart"/>
      <w:r w:rsidRPr="00277074">
        <w:rPr>
          <w:rFonts w:eastAsia="Times New Roman"/>
        </w:rPr>
        <w:t>šantažeeritavuse</w:t>
      </w:r>
      <w:proofErr w:type="spellEnd"/>
      <w:r w:rsidRPr="00277074">
        <w:rPr>
          <w:rFonts w:eastAsia="Times New Roman"/>
        </w:rPr>
        <w:t>, inimkaubanduse või mõjuvõrgustike olemasolu Eestis?</w:t>
      </w:r>
    </w:p>
    <w:p w14:paraId="14428CF4" w14:textId="64633FD7" w:rsidR="00341072" w:rsidRPr="00341072" w:rsidRDefault="00341072" w:rsidP="00277074">
      <w:pPr>
        <w:spacing w:after="0"/>
        <w:ind w:left="720"/>
        <w:jc w:val="both"/>
        <w:rPr>
          <w:szCs w:val="24"/>
        </w:rPr>
      </w:pPr>
    </w:p>
    <w:p w14:paraId="42FAE067" w14:textId="77777777" w:rsidR="00EE0747" w:rsidRPr="00EE0747" w:rsidRDefault="00EE0747" w:rsidP="00EE0747">
      <w:pPr>
        <w:spacing w:after="0"/>
        <w:jc w:val="both"/>
        <w:rPr>
          <w:rFonts w:eastAsia="Times New Roman"/>
          <w:color w:val="0E0E0E"/>
          <w:szCs w:val="24"/>
          <w:lang w:eastAsia="et-EE"/>
        </w:rPr>
      </w:pPr>
    </w:p>
    <w:p w14:paraId="32A24884" w14:textId="77777777" w:rsidR="008044FA" w:rsidRDefault="008044FA" w:rsidP="009F7CFF">
      <w:pPr>
        <w:spacing w:after="0"/>
        <w:rPr>
          <w:szCs w:val="24"/>
        </w:rPr>
      </w:pPr>
    </w:p>
    <w:p w14:paraId="2A20CD79" w14:textId="066382EC" w:rsidR="007724C3" w:rsidRPr="00EB1859" w:rsidRDefault="007724C3" w:rsidP="009F7CFF">
      <w:pPr>
        <w:spacing w:after="0"/>
        <w:rPr>
          <w:szCs w:val="24"/>
        </w:rPr>
      </w:pPr>
      <w:r w:rsidRPr="00EB1859">
        <w:rPr>
          <w:szCs w:val="24"/>
        </w:rPr>
        <w:t>Lugupidamisega</w:t>
      </w:r>
    </w:p>
    <w:p w14:paraId="47775DA5" w14:textId="77777777" w:rsidR="00043205" w:rsidRPr="00EB1859" w:rsidRDefault="00043205" w:rsidP="009F7CFF">
      <w:pPr>
        <w:spacing w:after="0"/>
        <w:rPr>
          <w:szCs w:val="24"/>
        </w:rPr>
      </w:pPr>
    </w:p>
    <w:p w14:paraId="3FD6BA3C" w14:textId="77777777" w:rsidR="004B78A9" w:rsidRPr="00EB1859" w:rsidRDefault="004B78A9" w:rsidP="009F7CFF">
      <w:pPr>
        <w:spacing w:after="0"/>
        <w:rPr>
          <w:szCs w:val="24"/>
        </w:rPr>
      </w:pPr>
    </w:p>
    <w:p w14:paraId="315F6F03" w14:textId="77777777" w:rsidR="00F72281" w:rsidRDefault="00F72281" w:rsidP="009F7CFF">
      <w:pPr>
        <w:spacing w:after="0"/>
        <w:rPr>
          <w:szCs w:val="24"/>
        </w:rPr>
      </w:pPr>
    </w:p>
    <w:p w14:paraId="2ED16014" w14:textId="61F1D0BA" w:rsidR="005923F2" w:rsidRDefault="005923F2" w:rsidP="009F7CFF">
      <w:pPr>
        <w:spacing w:after="0"/>
        <w:rPr>
          <w:szCs w:val="24"/>
        </w:rPr>
      </w:pPr>
      <w:r>
        <w:rPr>
          <w:szCs w:val="24"/>
        </w:rPr>
        <w:t>(allkirjastatud digitaalselt)</w:t>
      </w:r>
    </w:p>
    <w:p w14:paraId="2605B61B" w14:textId="77777777" w:rsidR="00277074" w:rsidRDefault="00277074" w:rsidP="009F7CFF">
      <w:pPr>
        <w:spacing w:after="0"/>
        <w:rPr>
          <w:szCs w:val="24"/>
        </w:rPr>
      </w:pPr>
    </w:p>
    <w:p w14:paraId="704B54DB" w14:textId="01514661" w:rsidR="00F72281" w:rsidRDefault="00277074" w:rsidP="009F7CFF">
      <w:pPr>
        <w:spacing w:after="0"/>
        <w:rPr>
          <w:szCs w:val="24"/>
        </w:rPr>
      </w:pPr>
      <w:r>
        <w:rPr>
          <w:szCs w:val="24"/>
        </w:rPr>
        <w:t>Andre Hanimägi</w:t>
      </w:r>
    </w:p>
    <w:p w14:paraId="73245605" w14:textId="130D4D07" w:rsidR="00F72281" w:rsidRPr="00EB1859" w:rsidRDefault="00F72281" w:rsidP="009F7CFF">
      <w:pPr>
        <w:spacing w:after="0"/>
        <w:rPr>
          <w:szCs w:val="24"/>
        </w:rPr>
      </w:pPr>
      <w:r>
        <w:rPr>
          <w:szCs w:val="24"/>
        </w:rPr>
        <w:t>Riigikogu liige</w:t>
      </w:r>
    </w:p>
    <w:sectPr w:rsidR="00F72281" w:rsidRPr="00EB1859" w:rsidSect="00E323FE">
      <w:headerReference w:type="default" r:id="rId8"/>
      <w:headerReference w:type="first" r:id="rId9"/>
      <w:footerReference w:type="first" r:id="rId10"/>
      <w:pgSz w:w="11900" w:h="16840"/>
      <w:pgMar w:top="1247" w:right="1127" w:bottom="851" w:left="1701" w:header="708"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C0181" w14:textId="77777777" w:rsidR="0029044D" w:rsidRDefault="0029044D" w:rsidP="00561B25">
      <w:pPr>
        <w:spacing w:after="0"/>
      </w:pPr>
      <w:r>
        <w:separator/>
      </w:r>
    </w:p>
  </w:endnote>
  <w:endnote w:type="continuationSeparator" w:id="0">
    <w:p w14:paraId="691AC46D" w14:textId="77777777" w:rsidR="0029044D" w:rsidRDefault="0029044D" w:rsidP="00561B2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AFF" w:usb1="C0007841" w:usb2="00000009" w:usb3="00000000" w:csb0="000001FF" w:csb1="00000000"/>
  </w:font>
  <w:font w:name="Lucida Grande CE">
    <w:altName w:val="Courier New"/>
    <w:charset w:val="58"/>
    <w:family w:val="auto"/>
    <w:pitch w:val="variable"/>
    <w:sig w:usb0="E1000AEF" w:usb1="5000A1FF" w:usb2="00000000" w:usb3="00000000" w:csb0="000001B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19E82" w14:textId="77777777" w:rsidR="00304513" w:rsidRDefault="00304513">
    <w:pPr>
      <w:pStyle w:val="Jalus"/>
    </w:pPr>
    <w:r>
      <w:rPr>
        <w:noProof/>
        <w:lang w:eastAsia="et-EE"/>
      </w:rPr>
      <w:drawing>
        <wp:anchor distT="0" distB="0" distL="114300" distR="114300" simplePos="0" relativeHeight="251656192" behindDoc="1" locked="0" layoutInCell="1" allowOverlap="1" wp14:anchorId="35C8999E" wp14:editId="6BBA095A">
          <wp:simplePos x="0" y="0"/>
          <wp:positionH relativeFrom="column">
            <wp:posOffset>-1055421</wp:posOffset>
          </wp:positionH>
          <wp:positionV relativeFrom="page">
            <wp:posOffset>10157254</wp:posOffset>
          </wp:positionV>
          <wp:extent cx="7494905" cy="541655"/>
          <wp:effectExtent l="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footer:footer 21.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94905" cy="54165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177CEA" w14:textId="77777777" w:rsidR="0029044D" w:rsidRDefault="0029044D" w:rsidP="00561B25">
      <w:pPr>
        <w:spacing w:after="0"/>
      </w:pPr>
      <w:r>
        <w:separator/>
      </w:r>
    </w:p>
  </w:footnote>
  <w:footnote w:type="continuationSeparator" w:id="0">
    <w:p w14:paraId="54850016" w14:textId="77777777" w:rsidR="0029044D" w:rsidRDefault="0029044D" w:rsidP="00561B2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1821E" w14:textId="77777777" w:rsidR="00304513" w:rsidRDefault="00304513">
    <w:pPr>
      <w:pStyle w:val="Pis"/>
    </w:pPr>
    <w:r>
      <w:rPr>
        <w:noProof/>
        <w:lang w:eastAsia="et-EE"/>
      </w:rPr>
      <w:drawing>
        <wp:anchor distT="0" distB="0" distL="114300" distR="114300" simplePos="0" relativeHeight="251658240" behindDoc="0" locked="0" layoutInCell="1" allowOverlap="1" wp14:anchorId="28F60EE4" wp14:editId="02A5FF8C">
          <wp:simplePos x="0" y="0"/>
          <wp:positionH relativeFrom="column">
            <wp:posOffset>-1080135</wp:posOffset>
          </wp:positionH>
          <wp:positionV relativeFrom="paragraph">
            <wp:posOffset>-449580</wp:posOffset>
          </wp:positionV>
          <wp:extent cx="7559675" cy="788035"/>
          <wp:effectExtent l="0" t="0" r="0" b="0"/>
          <wp:wrapThrough wrapText="bothSides">
            <wp:wrapPolygon edited="0">
              <wp:start x="2976" y="8355"/>
              <wp:lineTo x="2976" y="13228"/>
              <wp:lineTo x="4862" y="13228"/>
              <wp:lineTo x="4935" y="8355"/>
              <wp:lineTo x="2976" y="8355"/>
            </wp:wrapPolygon>
          </wp:wrapThrough>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sisuleht:sisu_p 13.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788035"/>
                  </a:xfrm>
                  <a:prstGeom prst="rect">
                    <a:avLst/>
                  </a:prstGeom>
                  <a:noFill/>
                  <a:ln>
                    <a:noFill/>
                  </a:ln>
                </pic:spPr>
              </pic:pic>
            </a:graphicData>
          </a:graphic>
        </wp:anchor>
      </w:drawing>
    </w:r>
    <w:r>
      <w:rPr>
        <w:noProof/>
        <w:lang w:eastAsia="et-EE"/>
      </w:rPr>
      <mc:AlternateContent>
        <mc:Choice Requires="wps">
          <w:drawing>
            <wp:anchor distT="0" distB="0" distL="114300" distR="114300" simplePos="0" relativeHeight="251659264" behindDoc="0" locked="0" layoutInCell="1" allowOverlap="1" wp14:anchorId="3549529C" wp14:editId="58F2FFB7">
              <wp:simplePos x="0" y="0"/>
              <wp:positionH relativeFrom="column">
                <wp:posOffset>4977765</wp:posOffset>
              </wp:positionH>
              <wp:positionV relativeFrom="paragraph">
                <wp:posOffset>-140970</wp:posOffset>
              </wp:positionV>
              <wp:extent cx="1005840" cy="2127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5840" cy="212725"/>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0">
                        <a:schemeClr val="accent1"/>
                      </a:lnRef>
                      <a:fillRef idx="0">
                        <a:schemeClr val="accent1"/>
                      </a:fillRef>
                      <a:effectRef idx="0">
                        <a:schemeClr val="accent1"/>
                      </a:effectRef>
                      <a:fontRef idx="minor">
                        <a:schemeClr val="dk1"/>
                      </a:fontRef>
                    </wps:style>
                    <wps:txbx>
                      <w:txbxContent>
                        <w:p w14:paraId="3A0D3D70" w14:textId="77777777" w:rsidR="00304513" w:rsidRPr="002E7912" w:rsidRDefault="00304513" w:rsidP="00283708">
                          <w:pPr>
                            <w:jc w:val="right"/>
                            <w:rPr>
                              <w:sz w:val="16"/>
                              <w:szCs w:val="16"/>
                            </w:rPr>
                          </w:pPr>
                          <w:r w:rsidRPr="002E7912">
                            <w:rPr>
                              <w:sz w:val="16"/>
                              <w:szCs w:val="16"/>
                            </w:rPr>
                            <w:fldChar w:fldCharType="begin"/>
                          </w:r>
                          <w:r w:rsidRPr="002E7912">
                            <w:rPr>
                              <w:sz w:val="16"/>
                              <w:szCs w:val="16"/>
                            </w:rPr>
                            <w:instrText xml:space="preserve"> PAGE </w:instrText>
                          </w:r>
                          <w:r w:rsidRPr="002E7912">
                            <w:rPr>
                              <w:sz w:val="16"/>
                              <w:szCs w:val="16"/>
                            </w:rPr>
                            <w:fldChar w:fldCharType="separate"/>
                          </w:r>
                          <w:r>
                            <w:rPr>
                              <w:noProof/>
                              <w:sz w:val="16"/>
                              <w:szCs w:val="16"/>
                            </w:rPr>
                            <w:t>2</w:t>
                          </w:r>
                          <w:r w:rsidRPr="002E7912">
                            <w:rPr>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49529C" id="_x0000_t202" coordsize="21600,21600" o:spt="202" path="m,l,21600r21600,l21600,xe">
              <v:stroke joinstyle="miter"/>
              <v:path gradientshapeok="t" o:connecttype="rect"/>
            </v:shapetype>
            <v:shape id="Text Box 1" o:spid="_x0000_s1026" type="#_x0000_t202" style="position:absolute;margin-left:391.95pt;margin-top:-11.1pt;width:79.2pt;height:1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" filled="f" stroked="f">
              <v:textbox>
                <w:txbxContent>
                  <w:p w14:paraId="3A0D3D70" w14:textId="77777777" w:rsidR="00304513" w:rsidRPr="002E7912" w:rsidRDefault="00304513" w:rsidP="00283708">
                    <w:pPr>
                      <w:jc w:val="right"/>
                      <w:rPr>
                        <w:sz w:val="16"/>
                        <w:szCs w:val="16"/>
                      </w:rPr>
                    </w:pPr>
                    <w:r w:rsidRPr="002E7912">
                      <w:rPr>
                        <w:sz w:val="16"/>
                        <w:szCs w:val="16"/>
                      </w:rPr>
                      <w:fldChar w:fldCharType="begin"/>
                    </w:r>
                    <w:r w:rsidRPr="002E7912">
                      <w:rPr>
                        <w:sz w:val="16"/>
                        <w:szCs w:val="16"/>
                      </w:rPr>
                      <w:instrText xml:space="preserve"> PAGE </w:instrText>
                    </w:r>
                    <w:r w:rsidRPr="002E7912">
                      <w:rPr>
                        <w:sz w:val="16"/>
                        <w:szCs w:val="16"/>
                      </w:rPr>
                      <w:fldChar w:fldCharType="separate"/>
                    </w:r>
                    <w:r>
                      <w:rPr>
                        <w:noProof/>
                        <w:sz w:val="16"/>
                        <w:szCs w:val="16"/>
                      </w:rPr>
                      <w:t>2</w:t>
                    </w:r>
                    <w:r w:rsidRPr="002E7912">
                      <w:rPr>
                        <w:sz w:val="16"/>
                        <w:szCs w:val="16"/>
                      </w:rPr>
                      <w:fldChar w:fldCharType="end"/>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0317E" w14:textId="77777777" w:rsidR="00304513" w:rsidRDefault="00304513">
    <w:pPr>
      <w:pStyle w:val="Pis"/>
    </w:pPr>
    <w:r>
      <w:rPr>
        <w:noProof/>
        <w:lang w:eastAsia="et-EE"/>
      </w:rPr>
      <w:drawing>
        <wp:anchor distT="0" distB="0" distL="114300" distR="114300" simplePos="0" relativeHeight="251657216" behindDoc="0" locked="0" layoutInCell="1" allowOverlap="1" wp14:anchorId="7D49068A" wp14:editId="758CCE05">
          <wp:simplePos x="0" y="0"/>
          <wp:positionH relativeFrom="column">
            <wp:posOffset>-1055370</wp:posOffset>
          </wp:positionH>
          <wp:positionV relativeFrom="paragraph">
            <wp:posOffset>-449580</wp:posOffset>
          </wp:positionV>
          <wp:extent cx="7500620" cy="1790065"/>
          <wp:effectExtent l="0" t="0" r="0" b="0"/>
          <wp:wrapTopAndBottom/>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ku:Dropbox:!projektid:Riigikogu:CVI:10. Standardtrükised:10.2 Kirjablanketid:works:vol 2:elemendid:header:13_majanduskomisjon.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00620" cy="17900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716D6"/>
    <w:multiLevelType w:val="hybridMultilevel"/>
    <w:tmpl w:val="79588CB8"/>
    <w:lvl w:ilvl="0" w:tplc="563CA5C0">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A548A"/>
    <w:multiLevelType w:val="hybridMultilevel"/>
    <w:tmpl w:val="E618CAA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AF1CF8"/>
    <w:multiLevelType w:val="hybridMultilevel"/>
    <w:tmpl w:val="43E8739C"/>
    <w:lvl w:ilvl="0" w:tplc="B254C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8A7E6A"/>
    <w:multiLevelType w:val="hybridMultilevel"/>
    <w:tmpl w:val="E8E08AB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EF069F5"/>
    <w:multiLevelType w:val="multilevel"/>
    <w:tmpl w:val="4516F2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37B42D1"/>
    <w:multiLevelType w:val="multilevel"/>
    <w:tmpl w:val="FEEAE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A0932ED"/>
    <w:multiLevelType w:val="hybridMultilevel"/>
    <w:tmpl w:val="D1F6504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F4459A5"/>
    <w:multiLevelType w:val="hybridMultilevel"/>
    <w:tmpl w:val="0B76ED3A"/>
    <w:lvl w:ilvl="0" w:tplc="6078395E">
      <w:start w:val="1"/>
      <w:numFmt w:val="decimal"/>
      <w:pStyle w:val="Vahedet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6E6331"/>
    <w:multiLevelType w:val="multilevel"/>
    <w:tmpl w:val="3A52B6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34667CC"/>
    <w:multiLevelType w:val="hybridMultilevel"/>
    <w:tmpl w:val="8400625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DC326C2"/>
    <w:multiLevelType w:val="multilevel"/>
    <w:tmpl w:val="122223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91D2FF9"/>
    <w:multiLevelType w:val="multilevel"/>
    <w:tmpl w:val="395030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7BBF2C07"/>
    <w:multiLevelType w:val="hybridMultilevel"/>
    <w:tmpl w:val="30A45A4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2034919638">
    <w:abstractNumId w:val="0"/>
  </w:num>
  <w:num w:numId="2" w16cid:durableId="512112208">
    <w:abstractNumId w:val="7"/>
  </w:num>
  <w:num w:numId="3" w16cid:durableId="660279876">
    <w:abstractNumId w:val="7"/>
  </w:num>
  <w:num w:numId="4" w16cid:durableId="1501894416">
    <w:abstractNumId w:val="2"/>
  </w:num>
  <w:num w:numId="5" w16cid:durableId="977342375">
    <w:abstractNumId w:val="0"/>
  </w:num>
  <w:num w:numId="6" w16cid:durableId="1709455767">
    <w:abstractNumId w:val="2"/>
  </w:num>
  <w:num w:numId="7" w16cid:durableId="267564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91840021">
    <w:abstractNumId w:val="12"/>
  </w:num>
  <w:num w:numId="9" w16cid:durableId="677275382">
    <w:abstractNumId w:val="9"/>
  </w:num>
  <w:num w:numId="10" w16cid:durableId="848521044">
    <w:abstractNumId w:val="11"/>
  </w:num>
  <w:num w:numId="11" w16cid:durableId="367224921">
    <w:abstractNumId w:val="3"/>
  </w:num>
  <w:num w:numId="12" w16cid:durableId="13962014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14088439">
    <w:abstractNumId w:val="5"/>
  </w:num>
  <w:num w:numId="14" w16cid:durableId="287666751">
    <w:abstractNumId w:val="6"/>
  </w:num>
  <w:num w:numId="15" w16cid:durableId="792286737">
    <w:abstractNumId w:val="1"/>
  </w:num>
  <w:num w:numId="16" w16cid:durableId="9974584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67555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425"/>
  <w:drawingGridHorizontalSpacing w:val="777"/>
  <w:drawingGridVerticalSpacing w:val="1474"/>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C1F"/>
    <w:rsid w:val="00000C21"/>
    <w:rsid w:val="000023BB"/>
    <w:rsid w:val="000125B2"/>
    <w:rsid w:val="0001399E"/>
    <w:rsid w:val="0003480F"/>
    <w:rsid w:val="000417C9"/>
    <w:rsid w:val="00042941"/>
    <w:rsid w:val="00043205"/>
    <w:rsid w:val="000646DB"/>
    <w:rsid w:val="00067245"/>
    <w:rsid w:val="00092A89"/>
    <w:rsid w:val="000A2D3E"/>
    <w:rsid w:val="000C101D"/>
    <w:rsid w:val="000C2A8F"/>
    <w:rsid w:val="000C68A7"/>
    <w:rsid w:val="000C742A"/>
    <w:rsid w:val="00115EA1"/>
    <w:rsid w:val="001258A0"/>
    <w:rsid w:val="00133BC7"/>
    <w:rsid w:val="00143CCF"/>
    <w:rsid w:val="00177120"/>
    <w:rsid w:val="00193781"/>
    <w:rsid w:val="00193FDB"/>
    <w:rsid w:val="001A3E91"/>
    <w:rsid w:val="001B0EB3"/>
    <w:rsid w:val="001B72FD"/>
    <w:rsid w:val="001F2A41"/>
    <w:rsid w:val="001F32A0"/>
    <w:rsid w:val="001F4A48"/>
    <w:rsid w:val="002359DF"/>
    <w:rsid w:val="00236180"/>
    <w:rsid w:val="00242EEE"/>
    <w:rsid w:val="00261F9E"/>
    <w:rsid w:val="0026784F"/>
    <w:rsid w:val="00277074"/>
    <w:rsid w:val="00281949"/>
    <w:rsid w:val="00283708"/>
    <w:rsid w:val="0029044D"/>
    <w:rsid w:val="002959F8"/>
    <w:rsid w:val="002A45FC"/>
    <w:rsid w:val="002A5F75"/>
    <w:rsid w:val="002A6F23"/>
    <w:rsid w:val="002B6FE5"/>
    <w:rsid w:val="002E0DE7"/>
    <w:rsid w:val="002E7912"/>
    <w:rsid w:val="002F323D"/>
    <w:rsid w:val="00304513"/>
    <w:rsid w:val="00306280"/>
    <w:rsid w:val="00306599"/>
    <w:rsid w:val="003102E7"/>
    <w:rsid w:val="00313E61"/>
    <w:rsid w:val="00341072"/>
    <w:rsid w:val="00345B1F"/>
    <w:rsid w:val="00362564"/>
    <w:rsid w:val="00366C16"/>
    <w:rsid w:val="003866E4"/>
    <w:rsid w:val="00397F12"/>
    <w:rsid w:val="003A1C75"/>
    <w:rsid w:val="003A2922"/>
    <w:rsid w:val="003C5D9F"/>
    <w:rsid w:val="003C6062"/>
    <w:rsid w:val="003D2125"/>
    <w:rsid w:val="003D32AA"/>
    <w:rsid w:val="003E237F"/>
    <w:rsid w:val="003F6CF9"/>
    <w:rsid w:val="004037A6"/>
    <w:rsid w:val="00407A61"/>
    <w:rsid w:val="00412D83"/>
    <w:rsid w:val="00425B7D"/>
    <w:rsid w:val="00432614"/>
    <w:rsid w:val="00436598"/>
    <w:rsid w:val="00444934"/>
    <w:rsid w:val="00463945"/>
    <w:rsid w:val="00465CA4"/>
    <w:rsid w:val="00473CB1"/>
    <w:rsid w:val="00494940"/>
    <w:rsid w:val="004973BB"/>
    <w:rsid w:val="00497A6C"/>
    <w:rsid w:val="004A4AC7"/>
    <w:rsid w:val="004B78A9"/>
    <w:rsid w:val="004C1CF1"/>
    <w:rsid w:val="004D4C74"/>
    <w:rsid w:val="004D5F73"/>
    <w:rsid w:val="004D6843"/>
    <w:rsid w:val="004E4FE7"/>
    <w:rsid w:val="004F178C"/>
    <w:rsid w:val="004F6E2F"/>
    <w:rsid w:val="005252DB"/>
    <w:rsid w:val="00542D21"/>
    <w:rsid w:val="00543B42"/>
    <w:rsid w:val="00545394"/>
    <w:rsid w:val="00561B25"/>
    <w:rsid w:val="0059098C"/>
    <w:rsid w:val="005923F2"/>
    <w:rsid w:val="005A1232"/>
    <w:rsid w:val="005B2DC3"/>
    <w:rsid w:val="005D2D81"/>
    <w:rsid w:val="005D71B7"/>
    <w:rsid w:val="005F08EE"/>
    <w:rsid w:val="005F5351"/>
    <w:rsid w:val="0061049D"/>
    <w:rsid w:val="006216C0"/>
    <w:rsid w:val="00624233"/>
    <w:rsid w:val="00640419"/>
    <w:rsid w:val="00645B81"/>
    <w:rsid w:val="00661D7F"/>
    <w:rsid w:val="00671C73"/>
    <w:rsid w:val="00675EFC"/>
    <w:rsid w:val="00680A04"/>
    <w:rsid w:val="00683A3E"/>
    <w:rsid w:val="006A283E"/>
    <w:rsid w:val="006C40F4"/>
    <w:rsid w:val="006E59C3"/>
    <w:rsid w:val="006F0D91"/>
    <w:rsid w:val="00704B76"/>
    <w:rsid w:val="007137BE"/>
    <w:rsid w:val="00714981"/>
    <w:rsid w:val="007303C9"/>
    <w:rsid w:val="00755C76"/>
    <w:rsid w:val="00763672"/>
    <w:rsid w:val="007724C3"/>
    <w:rsid w:val="0077424F"/>
    <w:rsid w:val="00786F1F"/>
    <w:rsid w:val="007D1756"/>
    <w:rsid w:val="007D2242"/>
    <w:rsid w:val="007E1DF1"/>
    <w:rsid w:val="008044FA"/>
    <w:rsid w:val="008079ED"/>
    <w:rsid w:val="00815C52"/>
    <w:rsid w:val="00816BB1"/>
    <w:rsid w:val="0082071B"/>
    <w:rsid w:val="00842338"/>
    <w:rsid w:val="008477F0"/>
    <w:rsid w:val="00862BDB"/>
    <w:rsid w:val="0086416A"/>
    <w:rsid w:val="00866D96"/>
    <w:rsid w:val="00871921"/>
    <w:rsid w:val="00882C8D"/>
    <w:rsid w:val="0089202A"/>
    <w:rsid w:val="00894503"/>
    <w:rsid w:val="008A3663"/>
    <w:rsid w:val="008A7CEE"/>
    <w:rsid w:val="008B1DF0"/>
    <w:rsid w:val="008D3C4C"/>
    <w:rsid w:val="008D6AAC"/>
    <w:rsid w:val="008D6F8E"/>
    <w:rsid w:val="008F4F03"/>
    <w:rsid w:val="00927B93"/>
    <w:rsid w:val="00950D5C"/>
    <w:rsid w:val="00956E2A"/>
    <w:rsid w:val="00961492"/>
    <w:rsid w:val="00964E2F"/>
    <w:rsid w:val="009729D0"/>
    <w:rsid w:val="00987BC9"/>
    <w:rsid w:val="009917F2"/>
    <w:rsid w:val="009C1303"/>
    <w:rsid w:val="009F0638"/>
    <w:rsid w:val="009F7CFF"/>
    <w:rsid w:val="00A11A8B"/>
    <w:rsid w:val="00A13C9D"/>
    <w:rsid w:val="00A16A0B"/>
    <w:rsid w:val="00A21CEE"/>
    <w:rsid w:val="00A8613B"/>
    <w:rsid w:val="00AA0995"/>
    <w:rsid w:val="00AB0B3A"/>
    <w:rsid w:val="00AB4AFD"/>
    <w:rsid w:val="00AC35FC"/>
    <w:rsid w:val="00AC47E8"/>
    <w:rsid w:val="00AE01D9"/>
    <w:rsid w:val="00AE0E4D"/>
    <w:rsid w:val="00B10842"/>
    <w:rsid w:val="00B20B8C"/>
    <w:rsid w:val="00B24431"/>
    <w:rsid w:val="00B35213"/>
    <w:rsid w:val="00B352A9"/>
    <w:rsid w:val="00B4105B"/>
    <w:rsid w:val="00B43E5D"/>
    <w:rsid w:val="00B54749"/>
    <w:rsid w:val="00B748B1"/>
    <w:rsid w:val="00B815D7"/>
    <w:rsid w:val="00BB3105"/>
    <w:rsid w:val="00BD15FE"/>
    <w:rsid w:val="00BD39AD"/>
    <w:rsid w:val="00BE46FB"/>
    <w:rsid w:val="00C04216"/>
    <w:rsid w:val="00C12479"/>
    <w:rsid w:val="00C14F80"/>
    <w:rsid w:val="00C17A6C"/>
    <w:rsid w:val="00C26A3D"/>
    <w:rsid w:val="00C32543"/>
    <w:rsid w:val="00C411C0"/>
    <w:rsid w:val="00C44DB6"/>
    <w:rsid w:val="00C4582D"/>
    <w:rsid w:val="00C45E5B"/>
    <w:rsid w:val="00C73E46"/>
    <w:rsid w:val="00C828B4"/>
    <w:rsid w:val="00C82E19"/>
    <w:rsid w:val="00C87262"/>
    <w:rsid w:val="00C92787"/>
    <w:rsid w:val="00C940E1"/>
    <w:rsid w:val="00CB0FF1"/>
    <w:rsid w:val="00CC4565"/>
    <w:rsid w:val="00CE5263"/>
    <w:rsid w:val="00D01A73"/>
    <w:rsid w:val="00D25EF7"/>
    <w:rsid w:val="00D32953"/>
    <w:rsid w:val="00D4325A"/>
    <w:rsid w:val="00DA36AE"/>
    <w:rsid w:val="00DA379B"/>
    <w:rsid w:val="00DC0CE1"/>
    <w:rsid w:val="00DC43D4"/>
    <w:rsid w:val="00DD21C7"/>
    <w:rsid w:val="00DD2F77"/>
    <w:rsid w:val="00DD3313"/>
    <w:rsid w:val="00DE76BF"/>
    <w:rsid w:val="00E032A5"/>
    <w:rsid w:val="00E16C1F"/>
    <w:rsid w:val="00E31627"/>
    <w:rsid w:val="00E323FE"/>
    <w:rsid w:val="00E35ADA"/>
    <w:rsid w:val="00E50D1A"/>
    <w:rsid w:val="00E846C0"/>
    <w:rsid w:val="00EA1D2A"/>
    <w:rsid w:val="00EB1859"/>
    <w:rsid w:val="00EB44A7"/>
    <w:rsid w:val="00EC35EC"/>
    <w:rsid w:val="00EE0747"/>
    <w:rsid w:val="00EE1083"/>
    <w:rsid w:val="00EE4434"/>
    <w:rsid w:val="00EE74BE"/>
    <w:rsid w:val="00F20431"/>
    <w:rsid w:val="00F6445B"/>
    <w:rsid w:val="00F6501D"/>
    <w:rsid w:val="00F72281"/>
    <w:rsid w:val="00F777E5"/>
    <w:rsid w:val="00F841CB"/>
    <w:rsid w:val="00F93CC5"/>
    <w:rsid w:val="00FA205F"/>
    <w:rsid w:val="00FB234C"/>
    <w:rsid w:val="00FD5E06"/>
    <w:rsid w:val="00FE79F7"/>
    <w:rsid w:val="00FF2E0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FC99E9A"/>
  <w15:docId w15:val="{60BF6B3D-9CBC-43D0-A1E3-63561D92D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B0B3A"/>
    <w:pPr>
      <w:spacing w:after="60"/>
    </w:pPr>
    <w:rPr>
      <w:rFonts w:ascii="Times New Roman" w:hAnsi="Times New Roman" w:cs="Times New Roman"/>
      <w:szCs w:val="18"/>
      <w:lang w:val="et-EE"/>
    </w:rPr>
  </w:style>
  <w:style w:type="paragraph" w:styleId="Pealkiri1">
    <w:name w:val="heading 1"/>
    <w:aliases w:val="Nimekiri 2 sulgu"/>
    <w:basedOn w:val="Loendilik"/>
    <w:next w:val="Normaallaad"/>
    <w:link w:val="Pealkiri1Mrk"/>
    <w:uiPriority w:val="9"/>
    <w:qFormat/>
    <w:rsid w:val="00882C8D"/>
    <w:pPr>
      <w:ind w:hanging="360"/>
      <w:outlineLvl w:val="0"/>
    </w:pPr>
  </w:style>
  <w:style w:type="paragraph" w:styleId="Pealkiri2">
    <w:name w:val="heading 2"/>
    <w:aliases w:val="Pealkiri Suur"/>
    <w:basedOn w:val="Normaallaad"/>
    <w:next w:val="Normaallaad"/>
    <w:link w:val="Pealkiri2Mrk"/>
    <w:uiPriority w:val="9"/>
    <w:unhideWhenUsed/>
    <w:qFormat/>
    <w:rsid w:val="00236180"/>
    <w:pPr>
      <w:keepNext/>
      <w:keepLines/>
      <w:spacing w:before="200"/>
      <w:outlineLvl w:val="1"/>
    </w:pPr>
    <w:rPr>
      <w:rFonts w:eastAsiaTheme="majorEastAsia" w:cstheme="majorBidi"/>
      <w:b/>
      <w:bCs/>
      <w:color w:val="4F81BD" w:themeColor="accent1"/>
      <w:sz w:val="40"/>
      <w:szCs w:val="26"/>
    </w:rPr>
  </w:style>
  <w:style w:type="paragraph" w:styleId="Pealkiri3">
    <w:name w:val="heading 3"/>
    <w:aliases w:val="Nimekiri Bullet"/>
    <w:basedOn w:val="Loendilik"/>
    <w:next w:val="Normaallaad"/>
    <w:link w:val="Pealkiri3Mrk"/>
    <w:uiPriority w:val="9"/>
    <w:unhideWhenUsed/>
    <w:qFormat/>
    <w:rsid w:val="00882C8D"/>
    <w:pPr>
      <w:ind w:hanging="360"/>
      <w:outlineLvl w:val="2"/>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aliases w:val="Pealkiri Suur Märk"/>
    <w:basedOn w:val="Liguvaikefont"/>
    <w:link w:val="Pealkiri2"/>
    <w:uiPriority w:val="9"/>
    <w:rsid w:val="00236180"/>
    <w:rPr>
      <w:rFonts w:ascii="Times New Roman" w:eastAsiaTheme="majorEastAsia" w:hAnsi="Times New Roman" w:cstheme="majorBidi"/>
      <w:b/>
      <w:bCs/>
      <w:color w:val="4F81BD" w:themeColor="accent1"/>
      <w:sz w:val="40"/>
      <w:szCs w:val="26"/>
      <w:lang w:val="et-EE"/>
    </w:rPr>
  </w:style>
  <w:style w:type="character" w:customStyle="1" w:styleId="Pealkiri1Mrk">
    <w:name w:val="Pealkiri 1 Märk"/>
    <w:aliases w:val="Nimekiri 2 sulgu Märk"/>
    <w:basedOn w:val="Liguvaikefont"/>
    <w:link w:val="Pealkiri1"/>
    <w:uiPriority w:val="9"/>
    <w:rsid w:val="00882C8D"/>
    <w:rPr>
      <w:rFonts w:ascii="Times New Roman" w:hAnsi="Times New Roman" w:cs="Times New Roman"/>
      <w:szCs w:val="18"/>
      <w:lang w:val="et-EE"/>
    </w:rPr>
  </w:style>
  <w:style w:type="character" w:customStyle="1" w:styleId="Pealkiri3Mrk">
    <w:name w:val="Pealkiri 3 Märk"/>
    <w:aliases w:val="Nimekiri Bullet Märk"/>
    <w:basedOn w:val="Liguvaikefont"/>
    <w:link w:val="Pealkiri3"/>
    <w:uiPriority w:val="9"/>
    <w:rsid w:val="00882C8D"/>
    <w:rPr>
      <w:rFonts w:ascii="Times New Roman" w:hAnsi="Times New Roman" w:cs="Times New Roman"/>
      <w:szCs w:val="18"/>
      <w:lang w:val="et-EE"/>
    </w:rPr>
  </w:style>
  <w:style w:type="paragraph" w:styleId="Loendilik">
    <w:name w:val="List Paragraph"/>
    <w:basedOn w:val="Normaallaad"/>
    <w:uiPriority w:val="34"/>
    <w:qFormat/>
    <w:rsid w:val="001F2A41"/>
    <w:pPr>
      <w:ind w:left="720"/>
      <w:contextualSpacing/>
    </w:pPr>
  </w:style>
  <w:style w:type="paragraph" w:styleId="Vahedeta">
    <w:name w:val="No Spacing"/>
    <w:aliases w:val="Nimekiri Numbritega"/>
    <w:basedOn w:val="Loendilik"/>
    <w:uiPriority w:val="1"/>
    <w:qFormat/>
    <w:rsid w:val="00882C8D"/>
    <w:pPr>
      <w:numPr>
        <w:numId w:val="3"/>
      </w:numPr>
    </w:pPr>
  </w:style>
  <w:style w:type="paragraph" w:styleId="Alapealkiri">
    <w:name w:val="Subtitle"/>
    <w:aliases w:val="Pealkiri Vahe"/>
    <w:basedOn w:val="Normaallaad"/>
    <w:next w:val="Normaallaad"/>
    <w:link w:val="AlapealkiriMrk"/>
    <w:autoRedefine/>
    <w:uiPriority w:val="11"/>
    <w:qFormat/>
    <w:rsid w:val="00882C8D"/>
    <w:pPr>
      <w:spacing w:before="120" w:line="360" w:lineRule="auto"/>
    </w:pPr>
    <w:rPr>
      <w:b/>
      <w:bCs/>
      <w:caps/>
      <w:lang w:val="en-US"/>
    </w:rPr>
  </w:style>
  <w:style w:type="character" w:customStyle="1" w:styleId="AlapealkiriMrk">
    <w:name w:val="Alapealkiri Märk"/>
    <w:aliases w:val="Pealkiri Vahe Märk"/>
    <w:basedOn w:val="Liguvaikefont"/>
    <w:link w:val="Alapealkiri"/>
    <w:uiPriority w:val="11"/>
    <w:rsid w:val="00882C8D"/>
    <w:rPr>
      <w:rFonts w:ascii="Times New Roman" w:hAnsi="Times New Roman" w:cs="Times New Roman"/>
      <w:b/>
      <w:bCs/>
      <w:caps/>
      <w:sz w:val="18"/>
      <w:szCs w:val="18"/>
    </w:rPr>
  </w:style>
  <w:style w:type="character" w:styleId="Hperlink">
    <w:name w:val="Hyperlink"/>
    <w:uiPriority w:val="99"/>
    <w:unhideWhenUsed/>
    <w:qFormat/>
    <w:rsid w:val="004973BB"/>
    <w:rPr>
      <w:rFonts w:ascii="Times" w:hAnsi="Times"/>
      <w:b w:val="0"/>
      <w:bCs w:val="0"/>
      <w:i w:val="0"/>
      <w:iCs w:val="0"/>
      <w:color w:val="000000" w:themeColor="text1"/>
      <w:sz w:val="24"/>
      <w:szCs w:val="24"/>
      <w:u w:val="single"/>
    </w:rPr>
  </w:style>
  <w:style w:type="paragraph" w:styleId="Pis">
    <w:name w:val="header"/>
    <w:basedOn w:val="Normaallaad"/>
    <w:link w:val="PisMrk"/>
    <w:uiPriority w:val="99"/>
    <w:unhideWhenUsed/>
    <w:rsid w:val="00561B25"/>
    <w:pPr>
      <w:tabs>
        <w:tab w:val="center" w:pos="4153"/>
        <w:tab w:val="right" w:pos="8306"/>
      </w:tabs>
      <w:spacing w:after="0"/>
    </w:pPr>
  </w:style>
  <w:style w:type="character" w:customStyle="1" w:styleId="PisMrk">
    <w:name w:val="Päis Märk"/>
    <w:basedOn w:val="Liguvaikefont"/>
    <w:link w:val="Pis"/>
    <w:uiPriority w:val="99"/>
    <w:rsid w:val="00561B25"/>
    <w:rPr>
      <w:rFonts w:ascii="Times New Roman" w:hAnsi="Times New Roman" w:cs="Times New Roman"/>
      <w:sz w:val="18"/>
      <w:szCs w:val="18"/>
      <w:lang w:val="et-EE"/>
    </w:rPr>
  </w:style>
  <w:style w:type="paragraph" w:styleId="Jalus">
    <w:name w:val="footer"/>
    <w:basedOn w:val="Normaallaad"/>
    <w:link w:val="JalusMrk"/>
    <w:uiPriority w:val="99"/>
    <w:unhideWhenUsed/>
    <w:rsid w:val="00561B25"/>
    <w:pPr>
      <w:tabs>
        <w:tab w:val="center" w:pos="4153"/>
        <w:tab w:val="right" w:pos="8306"/>
      </w:tabs>
      <w:spacing w:after="0"/>
    </w:pPr>
  </w:style>
  <w:style w:type="character" w:customStyle="1" w:styleId="JalusMrk">
    <w:name w:val="Jalus Märk"/>
    <w:basedOn w:val="Liguvaikefont"/>
    <w:link w:val="Jalus"/>
    <w:uiPriority w:val="99"/>
    <w:rsid w:val="00561B25"/>
    <w:rPr>
      <w:rFonts w:ascii="Times New Roman" w:hAnsi="Times New Roman" w:cs="Times New Roman"/>
      <w:sz w:val="18"/>
      <w:szCs w:val="18"/>
      <w:lang w:val="et-EE"/>
    </w:rPr>
  </w:style>
  <w:style w:type="paragraph" w:styleId="Jutumullitekst">
    <w:name w:val="Balloon Text"/>
    <w:basedOn w:val="Normaallaad"/>
    <w:link w:val="JutumullitekstMrk"/>
    <w:uiPriority w:val="99"/>
    <w:semiHidden/>
    <w:unhideWhenUsed/>
    <w:rsid w:val="00283708"/>
    <w:pPr>
      <w:spacing w:after="0"/>
    </w:pPr>
    <w:rPr>
      <w:rFonts w:ascii="Lucida Grande CE" w:hAnsi="Lucida Grande CE" w:cs="Lucida Grande CE"/>
      <w:sz w:val="18"/>
    </w:rPr>
  </w:style>
  <w:style w:type="character" w:customStyle="1" w:styleId="JutumullitekstMrk">
    <w:name w:val="Jutumullitekst Märk"/>
    <w:basedOn w:val="Liguvaikefont"/>
    <w:link w:val="Jutumullitekst"/>
    <w:uiPriority w:val="99"/>
    <w:semiHidden/>
    <w:rsid w:val="00283708"/>
    <w:rPr>
      <w:rFonts w:ascii="Lucida Grande CE" w:hAnsi="Lucida Grande CE" w:cs="Lucida Grande CE"/>
      <w:sz w:val="18"/>
      <w:szCs w:val="18"/>
      <w:lang w:val="et-EE"/>
    </w:rPr>
  </w:style>
  <w:style w:type="paragraph" w:styleId="Pealkiri">
    <w:name w:val="Title"/>
    <w:basedOn w:val="Normaallaad"/>
    <w:next w:val="Normaallaad"/>
    <w:link w:val="PealkiriMrk"/>
    <w:uiPriority w:val="10"/>
    <w:qFormat/>
    <w:rsid w:val="004973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ealkiriMrk">
    <w:name w:val="Pealkiri Märk"/>
    <w:basedOn w:val="Liguvaikefont"/>
    <w:link w:val="Pealkiri"/>
    <w:uiPriority w:val="10"/>
    <w:rsid w:val="004973BB"/>
    <w:rPr>
      <w:rFonts w:asciiTheme="majorHAnsi" w:eastAsiaTheme="majorEastAsia" w:hAnsiTheme="majorHAnsi" w:cstheme="majorBidi"/>
      <w:color w:val="17365D" w:themeColor="text2" w:themeShade="BF"/>
      <w:spacing w:val="5"/>
      <w:kern w:val="28"/>
      <w:sz w:val="52"/>
      <w:szCs w:val="52"/>
      <w:lang w:val="et-EE"/>
    </w:rPr>
  </w:style>
  <w:style w:type="character" w:styleId="Vaevumrgatavrhutus">
    <w:name w:val="Subtle Emphasis"/>
    <w:basedOn w:val="Liguvaikefont"/>
    <w:uiPriority w:val="19"/>
    <w:qFormat/>
    <w:rsid w:val="004973BB"/>
    <w:rPr>
      <w:i/>
      <w:iCs/>
      <w:color w:val="808080" w:themeColor="text1" w:themeTint="7F"/>
    </w:rPr>
  </w:style>
  <w:style w:type="character" w:styleId="Selgeltmrgatavrhutus">
    <w:name w:val="Intense Emphasis"/>
    <w:basedOn w:val="Liguvaikefont"/>
    <w:uiPriority w:val="21"/>
    <w:qFormat/>
    <w:rsid w:val="004973BB"/>
    <w:rPr>
      <w:b/>
      <w:bCs/>
      <w:i/>
      <w:iCs/>
      <w:color w:val="4F81BD" w:themeColor="accent1"/>
    </w:rPr>
  </w:style>
  <w:style w:type="character" w:styleId="Tugev">
    <w:name w:val="Strong"/>
    <w:basedOn w:val="Liguvaikefont"/>
    <w:uiPriority w:val="22"/>
    <w:qFormat/>
    <w:rsid w:val="004973BB"/>
    <w:rPr>
      <w:b/>
      <w:bCs/>
    </w:rPr>
  </w:style>
  <w:style w:type="paragraph" w:styleId="Tsitaat">
    <w:name w:val="Quote"/>
    <w:basedOn w:val="Normaallaad"/>
    <w:next w:val="Normaallaad"/>
    <w:link w:val="TsitaatMrk"/>
    <w:uiPriority w:val="29"/>
    <w:qFormat/>
    <w:rsid w:val="004973BB"/>
    <w:rPr>
      <w:i/>
      <w:iCs/>
      <w:color w:val="000000" w:themeColor="text1"/>
    </w:rPr>
  </w:style>
  <w:style w:type="character" w:customStyle="1" w:styleId="TsitaatMrk">
    <w:name w:val="Tsitaat Märk"/>
    <w:basedOn w:val="Liguvaikefont"/>
    <w:link w:val="Tsitaat"/>
    <w:uiPriority w:val="29"/>
    <w:rsid w:val="004973BB"/>
    <w:rPr>
      <w:rFonts w:ascii="Times New Roman" w:hAnsi="Times New Roman" w:cs="Times New Roman"/>
      <w:i/>
      <w:iCs/>
      <w:color w:val="000000" w:themeColor="text1"/>
      <w:szCs w:val="18"/>
      <w:lang w:val="et-EE"/>
    </w:rPr>
  </w:style>
  <w:style w:type="paragraph" w:styleId="Selgeltmrgatavtsitaat">
    <w:name w:val="Intense Quote"/>
    <w:basedOn w:val="Normaallaad"/>
    <w:next w:val="Normaallaad"/>
    <w:link w:val="SelgeltmrgatavtsitaatMrk"/>
    <w:uiPriority w:val="30"/>
    <w:qFormat/>
    <w:rsid w:val="004973BB"/>
    <w:pPr>
      <w:pBdr>
        <w:bottom w:val="single" w:sz="4" w:space="4" w:color="4F81BD" w:themeColor="accent1"/>
      </w:pBdr>
      <w:spacing w:before="200" w:after="280"/>
      <w:ind w:left="936" w:right="936"/>
    </w:pPr>
    <w:rPr>
      <w:b/>
      <w:bCs/>
      <w:i/>
      <w:iCs/>
      <w:color w:val="4F81BD" w:themeColor="accent1"/>
    </w:rPr>
  </w:style>
  <w:style w:type="character" w:customStyle="1" w:styleId="SelgeltmrgatavtsitaatMrk">
    <w:name w:val="Selgelt märgatav tsitaat Märk"/>
    <w:basedOn w:val="Liguvaikefont"/>
    <w:link w:val="Selgeltmrgatavtsitaat"/>
    <w:uiPriority w:val="30"/>
    <w:rsid w:val="004973BB"/>
    <w:rPr>
      <w:rFonts w:ascii="Times New Roman" w:hAnsi="Times New Roman" w:cs="Times New Roman"/>
      <w:b/>
      <w:bCs/>
      <w:i/>
      <w:iCs/>
      <w:color w:val="4F81BD" w:themeColor="accent1"/>
      <w:szCs w:val="18"/>
      <w:lang w:val="et-EE"/>
    </w:rPr>
  </w:style>
  <w:style w:type="character" w:styleId="Vaevumrgatavviide">
    <w:name w:val="Subtle Reference"/>
    <w:basedOn w:val="Liguvaikefont"/>
    <w:uiPriority w:val="31"/>
    <w:qFormat/>
    <w:rsid w:val="004973BB"/>
    <w:rPr>
      <w:smallCaps/>
      <w:color w:val="C0504D" w:themeColor="accent2"/>
      <w:u w:val="single"/>
    </w:rPr>
  </w:style>
  <w:style w:type="character" w:styleId="Selgeltmrgatavviide">
    <w:name w:val="Intense Reference"/>
    <w:basedOn w:val="Liguvaikefont"/>
    <w:uiPriority w:val="32"/>
    <w:qFormat/>
    <w:rsid w:val="004973BB"/>
    <w:rPr>
      <w:b/>
      <w:bCs/>
      <w:smallCaps/>
      <w:color w:val="C0504D" w:themeColor="accent2"/>
      <w:spacing w:val="5"/>
      <w:u w:val="single"/>
    </w:rPr>
  </w:style>
  <w:style w:type="character" w:styleId="Raamatupealkiri">
    <w:name w:val="Book Title"/>
    <w:basedOn w:val="Liguvaikefont"/>
    <w:uiPriority w:val="33"/>
    <w:qFormat/>
    <w:rsid w:val="004973BB"/>
    <w:rPr>
      <w:b/>
      <w:bCs/>
      <w:smallCaps/>
      <w:spacing w:val="5"/>
    </w:rPr>
  </w:style>
  <w:style w:type="paragraph" w:styleId="Allmrkusetekst">
    <w:name w:val="footnote text"/>
    <w:basedOn w:val="Normaallaad"/>
    <w:link w:val="AllmrkusetekstMrk"/>
    <w:uiPriority w:val="99"/>
    <w:semiHidden/>
    <w:unhideWhenUsed/>
    <w:rsid w:val="00067245"/>
    <w:pPr>
      <w:spacing w:after="0"/>
    </w:pPr>
    <w:rPr>
      <w:sz w:val="20"/>
      <w:szCs w:val="20"/>
    </w:rPr>
  </w:style>
  <w:style w:type="character" w:customStyle="1" w:styleId="AllmrkusetekstMrk">
    <w:name w:val="Allmärkuse tekst Märk"/>
    <w:basedOn w:val="Liguvaikefont"/>
    <w:link w:val="Allmrkusetekst"/>
    <w:uiPriority w:val="99"/>
    <w:semiHidden/>
    <w:rsid w:val="00067245"/>
    <w:rPr>
      <w:rFonts w:ascii="Times New Roman" w:hAnsi="Times New Roman" w:cs="Times New Roman"/>
      <w:sz w:val="20"/>
      <w:szCs w:val="20"/>
      <w:lang w:val="et-EE"/>
    </w:rPr>
  </w:style>
  <w:style w:type="character" w:styleId="Allmrkuseviide">
    <w:name w:val="footnote reference"/>
    <w:basedOn w:val="Liguvaikefont"/>
    <w:uiPriority w:val="99"/>
    <w:semiHidden/>
    <w:unhideWhenUsed/>
    <w:rsid w:val="00067245"/>
    <w:rPr>
      <w:vertAlign w:val="superscript"/>
    </w:rPr>
  </w:style>
  <w:style w:type="character" w:styleId="Lahendamatamainimine">
    <w:name w:val="Unresolved Mention"/>
    <w:basedOn w:val="Liguvaikefont"/>
    <w:uiPriority w:val="99"/>
    <w:semiHidden/>
    <w:unhideWhenUsed/>
    <w:rsid w:val="00C87262"/>
    <w:rPr>
      <w:color w:val="605E5C"/>
      <w:shd w:val="clear" w:color="auto" w:fill="E1DFDD"/>
    </w:rPr>
  </w:style>
  <w:style w:type="character" w:styleId="Kommentaariviide">
    <w:name w:val="annotation reference"/>
    <w:basedOn w:val="Liguvaikefont"/>
    <w:uiPriority w:val="99"/>
    <w:semiHidden/>
    <w:unhideWhenUsed/>
    <w:rsid w:val="00B35213"/>
    <w:rPr>
      <w:sz w:val="16"/>
      <w:szCs w:val="16"/>
    </w:rPr>
  </w:style>
  <w:style w:type="paragraph" w:styleId="Kommentaaritekst">
    <w:name w:val="annotation text"/>
    <w:basedOn w:val="Normaallaad"/>
    <w:link w:val="KommentaaritekstMrk"/>
    <w:uiPriority w:val="99"/>
    <w:unhideWhenUsed/>
    <w:rsid w:val="00B35213"/>
    <w:rPr>
      <w:sz w:val="20"/>
      <w:szCs w:val="20"/>
    </w:rPr>
  </w:style>
  <w:style w:type="character" w:customStyle="1" w:styleId="KommentaaritekstMrk">
    <w:name w:val="Kommentaari tekst Märk"/>
    <w:basedOn w:val="Liguvaikefont"/>
    <w:link w:val="Kommentaaritekst"/>
    <w:uiPriority w:val="99"/>
    <w:rsid w:val="00B35213"/>
    <w:rPr>
      <w:rFonts w:ascii="Times New Roman" w:hAnsi="Times New Roman" w:cs="Times New Roman"/>
      <w:sz w:val="20"/>
      <w:szCs w:val="20"/>
      <w:lang w:val="et-EE"/>
    </w:rPr>
  </w:style>
  <w:style w:type="paragraph" w:styleId="Kommentaariteema">
    <w:name w:val="annotation subject"/>
    <w:basedOn w:val="Kommentaaritekst"/>
    <w:next w:val="Kommentaaritekst"/>
    <w:link w:val="KommentaariteemaMrk"/>
    <w:uiPriority w:val="99"/>
    <w:semiHidden/>
    <w:unhideWhenUsed/>
    <w:rsid w:val="00B35213"/>
    <w:rPr>
      <w:b/>
      <w:bCs/>
    </w:rPr>
  </w:style>
  <w:style w:type="character" w:customStyle="1" w:styleId="KommentaariteemaMrk">
    <w:name w:val="Kommentaari teema Märk"/>
    <w:basedOn w:val="KommentaaritekstMrk"/>
    <w:link w:val="Kommentaariteema"/>
    <w:uiPriority w:val="99"/>
    <w:semiHidden/>
    <w:rsid w:val="00B35213"/>
    <w:rPr>
      <w:rFonts w:ascii="Times New Roman" w:hAnsi="Times New Roman" w:cs="Times New Roman"/>
      <w:b/>
      <w:bCs/>
      <w:sz w:val="20"/>
      <w:szCs w:val="20"/>
      <w:lang w:val="et-EE"/>
    </w:rPr>
  </w:style>
  <w:style w:type="paragraph" w:styleId="Normaallaadveeb">
    <w:name w:val="Normal (Web)"/>
    <w:basedOn w:val="Normaallaad"/>
    <w:uiPriority w:val="99"/>
    <w:unhideWhenUsed/>
    <w:rsid w:val="00177120"/>
    <w:pPr>
      <w:spacing w:before="100" w:beforeAutospacing="1" w:after="100" w:afterAutospacing="1"/>
    </w:pPr>
    <w:rPr>
      <w:rFonts w:ascii="Aptos" w:eastAsiaTheme="minorHAnsi" w:hAnsi="Aptos" w:cs="Aptos"/>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76757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R:\Plangid\Riigikogu_eesti_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F1BE0-9988-40CB-9BDB-FBF2F1C59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Riigikogu_eesti_kirjaplank.dotx</Template>
  <TotalTime>8</TotalTime>
  <Pages>2</Pages>
  <Words>429</Words>
  <Characters>2492</Characters>
  <Application>Microsoft Office Word</Application>
  <DocSecurity>0</DocSecurity>
  <Lines>20</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Viivika Sirelpu</dc:creator>
  <cp:lastModifiedBy>Viivika Sirelpu</cp:lastModifiedBy>
  <cp:revision>14</cp:revision>
  <cp:lastPrinted>2025-03-24T12:39:00Z</cp:lastPrinted>
  <dcterms:created xsi:type="dcterms:W3CDTF">2026-02-13T17:59:00Z</dcterms:created>
  <dcterms:modified xsi:type="dcterms:W3CDTF">2026-02-13T18:07:00Z</dcterms:modified>
</cp:coreProperties>
</file>